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839" w:rsidRDefault="00D61839" w:rsidP="00C4035E">
      <w:pPr>
        <w:spacing w:after="0"/>
        <w:jc w:val="center"/>
        <w:rPr>
          <w:b/>
          <w:color w:val="FF0000"/>
          <w:sz w:val="96"/>
          <w:szCs w:val="96"/>
        </w:rPr>
      </w:pPr>
      <w:r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style="position:absolute;left:0;text-align:left;margin-left:0;margin-top:-20.25pt;width:174.75pt;height:199.35pt;z-index:251658240;visibility:visible">
            <v:imagedata r:id="rId5" o:title=""/>
            <w10:wrap type="square"/>
          </v:shape>
        </w:pict>
      </w:r>
    </w:p>
    <w:p w:rsidR="00D61839" w:rsidRDefault="00D61839" w:rsidP="00C4035E">
      <w:pPr>
        <w:spacing w:after="0"/>
        <w:jc w:val="center"/>
        <w:rPr>
          <w:b/>
          <w:color w:val="FF0000"/>
          <w:sz w:val="96"/>
          <w:szCs w:val="96"/>
        </w:rPr>
      </w:pPr>
      <w:r>
        <w:rPr>
          <w:b/>
          <w:color w:val="FF0000"/>
          <w:sz w:val="96"/>
          <w:szCs w:val="96"/>
        </w:rPr>
        <w:t>Parents &amp;</w:t>
      </w:r>
    </w:p>
    <w:p w:rsidR="00D61839" w:rsidRDefault="00D61839" w:rsidP="00C4035E">
      <w:pPr>
        <w:spacing w:after="0"/>
        <w:jc w:val="center"/>
        <w:rPr>
          <w:b/>
          <w:color w:val="FF0000"/>
          <w:sz w:val="96"/>
          <w:szCs w:val="96"/>
        </w:rPr>
      </w:pPr>
      <w:r>
        <w:rPr>
          <w:b/>
          <w:color w:val="FF0000"/>
          <w:sz w:val="96"/>
          <w:szCs w:val="96"/>
        </w:rPr>
        <w:t>Caregivers</w:t>
      </w:r>
    </w:p>
    <w:p w:rsidR="00D61839" w:rsidRDefault="00D61839" w:rsidP="00C4035E">
      <w:pPr>
        <w:spacing w:after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As part of their Information Skills development</w:t>
      </w:r>
      <w:r w:rsidRPr="00C4035E">
        <w:rPr>
          <w:b/>
          <w:color w:val="000000"/>
          <w:sz w:val="32"/>
          <w:szCs w:val="32"/>
        </w:rPr>
        <w:t>, the students of year</w:t>
      </w:r>
      <w:r>
        <w:rPr>
          <w:b/>
          <w:color w:val="000000"/>
          <w:sz w:val="32"/>
          <w:szCs w:val="32"/>
        </w:rPr>
        <w:t>s 5 and 6 are developing their own Wikispace.</w:t>
      </w:r>
    </w:p>
    <w:p w:rsidR="00D61839" w:rsidRPr="00C4035E" w:rsidRDefault="00D61839" w:rsidP="00C4035E">
      <w:pPr>
        <w:spacing w:after="0"/>
        <w:rPr>
          <w:b/>
          <w:color w:val="000000"/>
          <w:sz w:val="32"/>
          <w:szCs w:val="32"/>
        </w:rPr>
      </w:pPr>
    </w:p>
    <w:p w:rsidR="00D61839" w:rsidRDefault="00D61839" w:rsidP="00C4035E">
      <w:pPr>
        <w:spacing w:after="0"/>
        <w:rPr>
          <w:b/>
          <w:color w:val="000000"/>
          <w:sz w:val="32"/>
          <w:szCs w:val="32"/>
        </w:rPr>
      </w:pPr>
      <w:r w:rsidRPr="00C4035E">
        <w:rPr>
          <w:b/>
          <w:color w:val="000000"/>
          <w:sz w:val="32"/>
          <w:szCs w:val="32"/>
        </w:rPr>
        <w:t xml:space="preserve">The aim of this wiki is to assist the students’ ongoing learning both at </w:t>
      </w:r>
      <w:r>
        <w:rPr>
          <w:b/>
          <w:color w:val="000000"/>
          <w:sz w:val="32"/>
          <w:szCs w:val="32"/>
        </w:rPr>
        <w:t>school and at home and also enhance</w:t>
      </w:r>
      <w:r w:rsidRPr="00C4035E">
        <w:rPr>
          <w:b/>
          <w:color w:val="000000"/>
          <w:sz w:val="32"/>
          <w:szCs w:val="32"/>
        </w:rPr>
        <w:t xml:space="preserve"> the development of their </w:t>
      </w:r>
      <w:r>
        <w:rPr>
          <w:b/>
          <w:color w:val="000000"/>
          <w:sz w:val="32"/>
          <w:szCs w:val="32"/>
        </w:rPr>
        <w:t xml:space="preserve">technological skills. </w:t>
      </w:r>
    </w:p>
    <w:p w:rsidR="00D61839" w:rsidRDefault="00D61839" w:rsidP="00C4035E">
      <w:pPr>
        <w:spacing w:after="0"/>
        <w:rPr>
          <w:b/>
          <w:color w:val="000000"/>
          <w:sz w:val="32"/>
          <w:szCs w:val="32"/>
        </w:rPr>
      </w:pPr>
      <w:r w:rsidRPr="00C4035E">
        <w:rPr>
          <w:b/>
          <w:color w:val="000000"/>
          <w:sz w:val="32"/>
          <w:szCs w:val="32"/>
        </w:rPr>
        <w:br/>
        <w:t>This web page has been set to private.  This means that only the boys from our school and teachers have access to it.  Therefore it will be a completely safe online environment.</w:t>
      </w:r>
    </w:p>
    <w:p w:rsidR="00D61839" w:rsidRPr="00C4035E" w:rsidRDefault="00D61839" w:rsidP="00C4035E">
      <w:pPr>
        <w:spacing w:after="0"/>
        <w:rPr>
          <w:b/>
          <w:color w:val="000000"/>
          <w:sz w:val="32"/>
          <w:szCs w:val="32"/>
        </w:rPr>
      </w:pPr>
    </w:p>
    <w:p w:rsidR="00D61839" w:rsidRDefault="00D61839" w:rsidP="00C4035E">
      <w:pPr>
        <w:spacing w:after="0"/>
        <w:rPr>
          <w:b/>
          <w:color w:val="000000"/>
          <w:sz w:val="32"/>
          <w:szCs w:val="32"/>
        </w:rPr>
      </w:pPr>
      <w:r w:rsidRPr="00C4035E">
        <w:rPr>
          <w:b/>
          <w:color w:val="000000"/>
          <w:sz w:val="32"/>
          <w:szCs w:val="32"/>
        </w:rPr>
        <w:t xml:space="preserve">You, as parents and caregivers, are encouraged to follow the work that is being completed on this wiki.  You can do this by asking your son to login.  </w:t>
      </w:r>
    </w:p>
    <w:p w:rsidR="00D61839" w:rsidRDefault="00D61839" w:rsidP="00C4035E">
      <w:pPr>
        <w:spacing w:after="0"/>
        <w:rPr>
          <w:b/>
          <w:color w:val="000000"/>
          <w:sz w:val="32"/>
          <w:szCs w:val="32"/>
        </w:rPr>
      </w:pPr>
    </w:p>
    <w:p w:rsidR="00D61839" w:rsidRDefault="00D61839" w:rsidP="00C4035E">
      <w:pPr>
        <w:spacing w:after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This should prove to be an exciting learning experience for the students.  </w:t>
      </w:r>
    </w:p>
    <w:p w:rsidR="00D61839" w:rsidRDefault="00D61839" w:rsidP="00C4035E">
      <w:pPr>
        <w:spacing w:after="0"/>
        <w:rPr>
          <w:b/>
          <w:color w:val="000000"/>
          <w:sz w:val="32"/>
          <w:szCs w:val="32"/>
        </w:rPr>
      </w:pPr>
    </w:p>
    <w:p w:rsidR="00D61839" w:rsidRDefault="00D61839" w:rsidP="00C4035E">
      <w:pPr>
        <w:spacing w:after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Yours faithfully,</w:t>
      </w:r>
    </w:p>
    <w:p w:rsidR="00D61839" w:rsidRDefault="00D61839" w:rsidP="00C4035E">
      <w:pPr>
        <w:spacing w:after="0"/>
        <w:rPr>
          <w:b/>
          <w:color w:val="000000"/>
          <w:sz w:val="32"/>
          <w:szCs w:val="32"/>
        </w:rPr>
      </w:pPr>
    </w:p>
    <w:p w:rsidR="00D61839" w:rsidRDefault="00D61839" w:rsidP="00C4035E">
      <w:pPr>
        <w:spacing w:after="0"/>
        <w:rPr>
          <w:b/>
          <w:color w:val="000000"/>
          <w:sz w:val="32"/>
          <w:szCs w:val="32"/>
        </w:rPr>
      </w:pPr>
    </w:p>
    <w:p w:rsidR="00D61839" w:rsidRDefault="00D61839" w:rsidP="002203C9">
      <w:pPr>
        <w:spacing w:after="0"/>
        <w:rPr>
          <w:b/>
          <w:color w:val="000000"/>
          <w:sz w:val="32"/>
          <w:szCs w:val="32"/>
        </w:rPr>
      </w:pPr>
      <w:bookmarkStart w:id="0" w:name="_GoBack"/>
      <w:bookmarkEnd w:id="0"/>
      <w:r>
        <w:rPr>
          <w:b/>
          <w:color w:val="000000"/>
          <w:sz w:val="32"/>
          <w:szCs w:val="32"/>
        </w:rPr>
        <w:t>Tracey Malloy</w:t>
      </w:r>
    </w:p>
    <w:p w:rsidR="00D61839" w:rsidRDefault="00D61839" w:rsidP="002203C9">
      <w:pPr>
        <w:spacing w:after="0"/>
        <w:rPr>
          <w:b/>
          <w:color w:val="000000"/>
          <w:sz w:val="40"/>
          <w:szCs w:val="40"/>
        </w:rPr>
      </w:pPr>
      <w:r>
        <w:rPr>
          <w:b/>
          <w:color w:val="000000"/>
          <w:sz w:val="32"/>
          <w:szCs w:val="32"/>
        </w:rPr>
        <w:t>Primary Teacher</w:t>
      </w:r>
    </w:p>
    <w:sectPr w:rsidR="00D61839" w:rsidSect="00C4035E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41B0A"/>
    <w:multiLevelType w:val="hybridMultilevel"/>
    <w:tmpl w:val="88DE11DE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4EF1D1C"/>
    <w:multiLevelType w:val="hybridMultilevel"/>
    <w:tmpl w:val="54662156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0B99"/>
    <w:rsid w:val="000C7145"/>
    <w:rsid w:val="002203C9"/>
    <w:rsid w:val="00311514"/>
    <w:rsid w:val="00386255"/>
    <w:rsid w:val="003D57A9"/>
    <w:rsid w:val="005F447D"/>
    <w:rsid w:val="00840B99"/>
    <w:rsid w:val="00872AC7"/>
    <w:rsid w:val="00923153"/>
    <w:rsid w:val="00A120E0"/>
    <w:rsid w:val="00AC66BF"/>
    <w:rsid w:val="00B27609"/>
    <w:rsid w:val="00BB6208"/>
    <w:rsid w:val="00BD2CDD"/>
    <w:rsid w:val="00C0528E"/>
    <w:rsid w:val="00C4035E"/>
    <w:rsid w:val="00D2065A"/>
    <w:rsid w:val="00D61839"/>
    <w:rsid w:val="00E96DE9"/>
    <w:rsid w:val="00EA04FE"/>
    <w:rsid w:val="00F5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FE"/>
    <w:pPr>
      <w:spacing w:after="200" w:line="276" w:lineRule="auto"/>
    </w:pPr>
    <w:rPr>
      <w:lang w:val="en-A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40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0B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40B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112</Words>
  <Characters>644</Characters>
  <Application>Microsoft Office Outlook</Application>
  <DocSecurity>0</DocSecurity>
  <Lines>0</Lines>
  <Paragraphs>0</Paragraphs>
  <ScaleCrop>false</ScaleCrop>
  <Company>CBHS Lewisham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Attention:</dc:title>
  <dc:subject/>
  <dc:creator>Julia Martin</dc:creator>
  <cp:keywords/>
  <dc:description/>
  <cp:lastModifiedBy>Tracey.Malloy</cp:lastModifiedBy>
  <cp:revision>5</cp:revision>
  <dcterms:created xsi:type="dcterms:W3CDTF">2012-06-20T03:58:00Z</dcterms:created>
  <dcterms:modified xsi:type="dcterms:W3CDTF">2012-06-20T04:13:00Z</dcterms:modified>
</cp:coreProperties>
</file>